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4D29">
        <w:rPr>
          <w:rFonts w:ascii="Arial" w:hAnsi="Arial" w:cs="Arial"/>
          <w:b/>
          <w:caps/>
          <w:sz w:val="28"/>
          <w:szCs w:val="28"/>
        </w:rPr>
        <w:t>1814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94D2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4D29">
              <w:rPr>
                <w:rFonts w:ascii="Arial" w:hAnsi="Arial" w:cs="Arial"/>
                <w:sz w:val="20"/>
                <w:szCs w:val="20"/>
              </w:rPr>
              <w:t>Solicita pavimentação asfáltica na Rua das Petúnias,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94D29">
        <w:rPr>
          <w:rFonts w:ascii="Arial" w:hAnsi="Arial" w:cs="Arial"/>
        </w:rPr>
        <w:t>à</w:t>
      </w:r>
      <w:r w:rsidR="00A94D29" w:rsidRPr="00A94D29">
        <w:rPr>
          <w:rFonts w:ascii="Arial" w:hAnsi="Arial" w:cs="Arial"/>
        </w:rPr>
        <w:t xml:space="preserve"> pavimentação asfáltica </w:t>
      </w:r>
      <w:r w:rsidR="00A94D29">
        <w:rPr>
          <w:rFonts w:ascii="Arial" w:hAnsi="Arial" w:cs="Arial"/>
        </w:rPr>
        <w:t>d</w:t>
      </w:r>
      <w:r w:rsidR="00A94D29" w:rsidRPr="00A94D29">
        <w:rPr>
          <w:rFonts w:ascii="Arial" w:hAnsi="Arial" w:cs="Arial"/>
        </w:rPr>
        <w:t>a Rua das Petúnias, no Jardim Santo Antonio da Boa Vista.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94D29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94D29">
        <w:rPr>
          <w:rFonts w:ascii="Arial" w:hAnsi="Arial" w:cs="Arial"/>
        </w:rPr>
        <w:t>15 de agosto de 2018.</w:t>
      </w:r>
    </w:p>
    <w:p w:rsidR="00A94D29" w:rsidRDefault="00A94D2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4D29" w:rsidRDefault="00A94D2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4D29" w:rsidRDefault="00A94D2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4D29" w:rsidRPr="00A34F2C" w:rsidRDefault="00A94D2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94D29" w:rsidRDefault="00A94D2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A94D29" w:rsidRDefault="00A94D2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94D29" w:rsidRPr="00A34F2C" w:rsidRDefault="00A94D2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94D2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2EA" w:rsidRDefault="006512EA">
      <w:r>
        <w:separator/>
      </w:r>
    </w:p>
  </w:endnote>
  <w:endnote w:type="continuationSeparator" w:id="0">
    <w:p w:rsidR="006512EA" w:rsidRDefault="00651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2EA" w:rsidRDefault="006512EA">
      <w:r>
        <w:separator/>
      </w:r>
    </w:p>
  </w:footnote>
  <w:footnote w:type="continuationSeparator" w:id="0">
    <w:p w:rsidR="006512EA" w:rsidRDefault="00651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06A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12EA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4D29"/>
    <w:rsid w:val="00AA6FC7"/>
    <w:rsid w:val="00AC24F9"/>
    <w:rsid w:val="00AC712C"/>
    <w:rsid w:val="00AD6B47"/>
    <w:rsid w:val="00AE447C"/>
    <w:rsid w:val="00B06B4B"/>
    <w:rsid w:val="00B10E9F"/>
    <w:rsid w:val="00B217B8"/>
    <w:rsid w:val="00B306A6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AF90-19FF-430A-884C-24628773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2018-08-14T11:12:00Z</cp:lastPrinted>
  <dcterms:created xsi:type="dcterms:W3CDTF">2018-08-14T11:12:00Z</dcterms:created>
  <dcterms:modified xsi:type="dcterms:W3CDTF">2018-08-14T11:12:00Z</dcterms:modified>
</cp:coreProperties>
</file>